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79" w:rsidRPr="00AB1B9A" w:rsidRDefault="003E1279" w:rsidP="003E1279">
      <w:pPr>
        <w:rPr>
          <w:sz w:val="24"/>
          <w:szCs w:val="32"/>
        </w:rPr>
      </w:pPr>
      <w:r w:rsidRPr="00AB1B9A">
        <w:rPr>
          <w:rFonts w:hint="eastAsia"/>
          <w:sz w:val="24"/>
          <w:szCs w:val="32"/>
        </w:rPr>
        <w:t>別紙様式</w:t>
      </w:r>
      <w:r w:rsidR="003E2F3F" w:rsidRPr="00AB1B9A">
        <w:rPr>
          <w:rFonts w:hint="eastAsia"/>
          <w:sz w:val="24"/>
          <w:szCs w:val="32"/>
        </w:rPr>
        <w:t>第</w:t>
      </w:r>
      <w:r w:rsidRPr="00AB1B9A">
        <w:rPr>
          <w:rFonts w:hint="eastAsia"/>
          <w:sz w:val="24"/>
          <w:szCs w:val="32"/>
        </w:rPr>
        <w:t>４</w:t>
      </w:r>
      <w:r w:rsidR="003E2F3F" w:rsidRPr="00AB1B9A">
        <w:rPr>
          <w:rFonts w:hint="eastAsia"/>
          <w:sz w:val="24"/>
          <w:szCs w:val="32"/>
        </w:rPr>
        <w:t>号</w:t>
      </w:r>
    </w:p>
    <w:p w:rsidR="00D1300A" w:rsidRPr="00AB1B9A" w:rsidRDefault="00EA7E37" w:rsidP="00EA7E37">
      <w:pPr>
        <w:jc w:val="center"/>
        <w:rPr>
          <w:sz w:val="32"/>
          <w:szCs w:val="32"/>
        </w:rPr>
      </w:pPr>
      <w:r w:rsidRPr="00AB1B9A">
        <w:rPr>
          <w:rFonts w:hint="eastAsia"/>
          <w:sz w:val="32"/>
          <w:szCs w:val="32"/>
        </w:rPr>
        <w:t>事　業　概　要</w:t>
      </w:r>
    </w:p>
    <w:p w:rsidR="00205341" w:rsidRPr="00AB1B9A" w:rsidRDefault="00205341" w:rsidP="00EA7E37">
      <w:pPr>
        <w:jc w:val="center"/>
        <w:rPr>
          <w:sz w:val="24"/>
          <w:szCs w:val="24"/>
        </w:rPr>
      </w:pPr>
    </w:p>
    <w:p w:rsidR="00205341" w:rsidRPr="00AB1B9A" w:rsidRDefault="00205341" w:rsidP="00446540">
      <w:pPr>
        <w:ind w:right="480" w:firstLine="5520"/>
        <w:jc w:val="left"/>
        <w:rPr>
          <w:sz w:val="24"/>
          <w:szCs w:val="24"/>
        </w:rPr>
      </w:pPr>
      <w:bookmarkStart w:id="0" w:name="_GoBack"/>
      <w:bookmarkEnd w:id="0"/>
      <w:r w:rsidRPr="00AB1B9A">
        <w:rPr>
          <w:rFonts w:hint="eastAsia"/>
          <w:sz w:val="24"/>
          <w:szCs w:val="24"/>
        </w:rPr>
        <w:t xml:space="preserve">事業所名　　　　　　　　　　　</w:t>
      </w:r>
      <w:r w:rsidR="00D40C44" w:rsidRPr="00AB1B9A">
        <w:rPr>
          <w:rFonts w:hint="eastAsia"/>
          <w:sz w:val="24"/>
          <w:szCs w:val="24"/>
        </w:rPr>
        <w:t xml:space="preserve">　</w:t>
      </w:r>
    </w:p>
    <w:p w:rsidR="00205341" w:rsidRPr="00AB1B9A" w:rsidRDefault="00205341" w:rsidP="00EA7E37">
      <w:pPr>
        <w:jc w:val="center"/>
        <w:rPr>
          <w:sz w:val="24"/>
          <w:szCs w:val="24"/>
        </w:rPr>
      </w:pPr>
    </w:p>
    <w:p w:rsidR="00EA7E37" w:rsidRPr="00AB1B9A" w:rsidRDefault="00EA7E37" w:rsidP="00EA7E37">
      <w:pPr>
        <w:jc w:val="left"/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 xml:space="preserve">１．収集する範囲　　　　　　　　</w:t>
      </w:r>
    </w:p>
    <w:p w:rsidR="00EA7E37" w:rsidRPr="00AB1B9A" w:rsidRDefault="00EA7E37" w:rsidP="00EA7E37">
      <w:pPr>
        <w:jc w:val="left"/>
        <w:rPr>
          <w:sz w:val="24"/>
          <w:szCs w:val="24"/>
        </w:rPr>
      </w:pPr>
    </w:p>
    <w:p w:rsidR="00EA7E37" w:rsidRPr="00AB1B9A" w:rsidRDefault="00EA7E37" w:rsidP="00EA7E37">
      <w:pPr>
        <w:jc w:val="left"/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 xml:space="preserve">２．搬入先　　　　　　　　　　　</w:t>
      </w:r>
    </w:p>
    <w:p w:rsidR="00EA7E37" w:rsidRPr="00AB1B9A" w:rsidRDefault="00EA7E37" w:rsidP="00EA7E37">
      <w:pPr>
        <w:jc w:val="left"/>
        <w:rPr>
          <w:sz w:val="24"/>
          <w:szCs w:val="24"/>
        </w:rPr>
      </w:pPr>
    </w:p>
    <w:p w:rsidR="00EA7E37" w:rsidRPr="00AB1B9A" w:rsidRDefault="001D3FED" w:rsidP="00EA7E37">
      <w:pPr>
        <w:jc w:val="left"/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 xml:space="preserve">３．取り扱う一般廃棄物の種類　　</w:t>
      </w:r>
    </w:p>
    <w:p w:rsidR="00EA7E37" w:rsidRPr="00AB1B9A" w:rsidRDefault="00EA7E37" w:rsidP="00EA7E37">
      <w:pPr>
        <w:jc w:val="left"/>
        <w:rPr>
          <w:sz w:val="24"/>
          <w:szCs w:val="24"/>
        </w:rPr>
      </w:pPr>
    </w:p>
    <w:p w:rsidR="00684A19" w:rsidRPr="00AB1B9A" w:rsidRDefault="003E1279" w:rsidP="00EA7E37">
      <w:pPr>
        <w:jc w:val="left"/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 xml:space="preserve">４．営業日　　　　　　　　　　　　曜日　　～　　　　　</w:t>
      </w:r>
      <w:r w:rsidR="00EA7E37" w:rsidRPr="00AB1B9A">
        <w:rPr>
          <w:rFonts w:hint="eastAsia"/>
          <w:sz w:val="24"/>
          <w:szCs w:val="24"/>
        </w:rPr>
        <w:t>曜日</w:t>
      </w:r>
    </w:p>
    <w:p w:rsidR="00EA7E37" w:rsidRPr="00AB1B9A" w:rsidRDefault="00EA7E37" w:rsidP="00EA7E37">
      <w:pPr>
        <w:jc w:val="left"/>
        <w:rPr>
          <w:sz w:val="24"/>
          <w:szCs w:val="24"/>
        </w:rPr>
      </w:pPr>
    </w:p>
    <w:p w:rsidR="00EA7E37" w:rsidRPr="00AB1B9A" w:rsidRDefault="00EA7E37" w:rsidP="00EA7E37">
      <w:pPr>
        <w:jc w:val="left"/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 xml:space="preserve">５．営業時間　　　　　　　　　　　　：　　～　　　：　　　　　　</w:t>
      </w:r>
    </w:p>
    <w:p w:rsidR="00EA7E37" w:rsidRPr="00AB1B9A" w:rsidRDefault="00EA7E37" w:rsidP="00EA7E37">
      <w:pPr>
        <w:jc w:val="left"/>
        <w:rPr>
          <w:sz w:val="24"/>
          <w:szCs w:val="24"/>
        </w:rPr>
      </w:pPr>
    </w:p>
    <w:p w:rsidR="00135D82" w:rsidRPr="00AB1B9A" w:rsidRDefault="00F8026A" w:rsidP="003E1279">
      <w:pPr>
        <w:ind w:left="3840" w:hangingChars="1600" w:hanging="3840"/>
        <w:jc w:val="left"/>
        <w:rPr>
          <w:sz w:val="24"/>
          <w:szCs w:val="24"/>
          <w:u w:val="single"/>
        </w:rPr>
      </w:pPr>
      <w:r w:rsidRPr="00AB1B9A">
        <w:rPr>
          <w:rFonts w:hint="eastAsia"/>
          <w:sz w:val="24"/>
          <w:szCs w:val="24"/>
        </w:rPr>
        <w:t>６</w:t>
      </w:r>
      <w:r w:rsidR="00EA7E37" w:rsidRPr="00AB1B9A">
        <w:rPr>
          <w:rFonts w:hint="eastAsia"/>
          <w:sz w:val="24"/>
          <w:szCs w:val="24"/>
        </w:rPr>
        <w:t>．収集</w:t>
      </w:r>
      <w:r w:rsidR="000C72B1" w:rsidRPr="00AB1B9A">
        <w:rPr>
          <w:rFonts w:hint="eastAsia"/>
          <w:sz w:val="24"/>
          <w:szCs w:val="24"/>
        </w:rPr>
        <w:t>方法</w:t>
      </w:r>
      <w:r w:rsidR="00EA7E37" w:rsidRPr="00AB1B9A">
        <w:rPr>
          <w:rFonts w:hint="eastAsia"/>
          <w:sz w:val="24"/>
          <w:szCs w:val="24"/>
        </w:rPr>
        <w:t>及び</w:t>
      </w:r>
      <w:r w:rsidR="000C72B1" w:rsidRPr="00AB1B9A">
        <w:rPr>
          <w:rFonts w:hint="eastAsia"/>
          <w:sz w:val="24"/>
          <w:szCs w:val="24"/>
        </w:rPr>
        <w:t>臭気等の</w:t>
      </w:r>
      <w:r w:rsidR="00EA7E37" w:rsidRPr="00AB1B9A">
        <w:rPr>
          <w:rFonts w:hint="eastAsia"/>
          <w:sz w:val="24"/>
          <w:szCs w:val="24"/>
        </w:rPr>
        <w:t xml:space="preserve">対策　　</w:t>
      </w:r>
    </w:p>
    <w:p w:rsidR="00135D82" w:rsidRPr="00AB1B9A" w:rsidRDefault="00135D82" w:rsidP="00135D82">
      <w:pPr>
        <w:rPr>
          <w:sz w:val="24"/>
          <w:szCs w:val="24"/>
        </w:rPr>
      </w:pPr>
    </w:p>
    <w:p w:rsidR="00135D82" w:rsidRPr="00AB1B9A" w:rsidRDefault="00135D82" w:rsidP="00135D82">
      <w:pPr>
        <w:rPr>
          <w:sz w:val="24"/>
          <w:szCs w:val="24"/>
        </w:rPr>
      </w:pPr>
    </w:p>
    <w:p w:rsidR="00135D82" w:rsidRPr="00AB1B9A" w:rsidRDefault="00135D82" w:rsidP="00135D82">
      <w:pPr>
        <w:rPr>
          <w:sz w:val="24"/>
          <w:szCs w:val="24"/>
        </w:rPr>
      </w:pPr>
    </w:p>
    <w:p w:rsidR="00EA7E37" w:rsidRPr="00AB1B9A" w:rsidRDefault="00135D82" w:rsidP="00135D82">
      <w:pPr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>【環境対策】</w:t>
      </w:r>
    </w:p>
    <w:p w:rsidR="00135D82" w:rsidRPr="00AB1B9A" w:rsidRDefault="00135D82" w:rsidP="00135D82">
      <w:pPr>
        <w:rPr>
          <w:sz w:val="24"/>
          <w:szCs w:val="24"/>
        </w:rPr>
      </w:pPr>
    </w:p>
    <w:p w:rsidR="00135D82" w:rsidRPr="00AB1B9A" w:rsidRDefault="00135D82" w:rsidP="00135D82">
      <w:pPr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>【車両の排気ガス対策】</w:t>
      </w:r>
    </w:p>
    <w:p w:rsidR="003E1279" w:rsidRPr="00AB1B9A" w:rsidRDefault="003E1279" w:rsidP="00135D82">
      <w:pPr>
        <w:rPr>
          <w:sz w:val="24"/>
          <w:szCs w:val="24"/>
        </w:rPr>
      </w:pPr>
    </w:p>
    <w:p w:rsidR="00135D82" w:rsidRPr="00AB1B9A" w:rsidRDefault="00135D82" w:rsidP="00135D82">
      <w:pPr>
        <w:rPr>
          <w:sz w:val="24"/>
          <w:szCs w:val="24"/>
        </w:rPr>
      </w:pPr>
      <w:r w:rsidRPr="00AB1B9A">
        <w:rPr>
          <w:rFonts w:hint="eastAsia"/>
          <w:sz w:val="24"/>
          <w:szCs w:val="24"/>
        </w:rPr>
        <w:t>【車両の保管場所】</w:t>
      </w:r>
    </w:p>
    <w:sectPr w:rsidR="00135D82" w:rsidRPr="00AB1B9A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37"/>
    <w:rsid w:val="0006180E"/>
    <w:rsid w:val="000C72B1"/>
    <w:rsid w:val="00135D82"/>
    <w:rsid w:val="001D3FED"/>
    <w:rsid w:val="00205341"/>
    <w:rsid w:val="003E1279"/>
    <w:rsid w:val="003E2F3F"/>
    <w:rsid w:val="00446540"/>
    <w:rsid w:val="00684A19"/>
    <w:rsid w:val="007C7C74"/>
    <w:rsid w:val="00AB1B9A"/>
    <w:rsid w:val="00D1300A"/>
    <w:rsid w:val="00D40C44"/>
    <w:rsid w:val="00EA7E37"/>
    <w:rsid w:val="00F8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33432B"/>
  <w15:docId w15:val="{292D9F01-045A-40A2-8F89-100F1441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深谷市役所</dc:creator>
  <cp:keywords/>
  <dc:description/>
  <cp:lastModifiedBy>笹口　和哉</cp:lastModifiedBy>
  <cp:revision>14</cp:revision>
  <dcterms:created xsi:type="dcterms:W3CDTF">2020-01-16T01:28:00Z</dcterms:created>
  <dcterms:modified xsi:type="dcterms:W3CDTF">2023-05-02T05:13:00Z</dcterms:modified>
</cp:coreProperties>
</file>